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08F9">
        <w:rPr>
          <w:rFonts w:ascii="Corbel" w:hAnsi="Corbel"/>
          <w:i/>
          <w:smallCaps/>
          <w:sz w:val="24"/>
          <w:szCs w:val="24"/>
        </w:rPr>
        <w:t xml:space="preserve"> 202</w:t>
      </w:r>
      <w:r w:rsidR="00080320">
        <w:rPr>
          <w:rFonts w:ascii="Corbel" w:hAnsi="Corbel"/>
          <w:i/>
          <w:smallCaps/>
          <w:sz w:val="24"/>
          <w:szCs w:val="24"/>
        </w:rPr>
        <w:t>1</w:t>
      </w:r>
      <w:r w:rsidR="007D08F9">
        <w:rPr>
          <w:rFonts w:ascii="Corbel" w:hAnsi="Corbel"/>
          <w:i/>
          <w:smallCaps/>
          <w:sz w:val="24"/>
          <w:szCs w:val="24"/>
        </w:rPr>
        <w:t>-202</w:t>
      </w:r>
      <w:r w:rsidR="00080320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D08F9">
        <w:rPr>
          <w:rFonts w:ascii="Corbel" w:hAnsi="Corbel"/>
          <w:sz w:val="20"/>
          <w:szCs w:val="20"/>
        </w:rPr>
        <w:t>202</w:t>
      </w:r>
      <w:r w:rsidR="00080320">
        <w:rPr>
          <w:rFonts w:ascii="Corbel" w:hAnsi="Corbel"/>
          <w:sz w:val="20"/>
          <w:szCs w:val="20"/>
        </w:rPr>
        <w:t>2</w:t>
      </w:r>
      <w:r w:rsidR="007D08F9">
        <w:rPr>
          <w:rFonts w:ascii="Corbel" w:hAnsi="Corbel"/>
          <w:sz w:val="20"/>
          <w:szCs w:val="20"/>
        </w:rPr>
        <w:t>-202</w:t>
      </w:r>
      <w:r w:rsidR="0008032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Edukacja na odległość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53864" w:rsidRDefault="0085747A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5386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Pedagogika,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3864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Rok II semestr 3,4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253864" w:rsidRPr="009C54AE" w:rsidTr="00253864">
        <w:trPr>
          <w:trHeight w:val="437"/>
        </w:trPr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UR dr hab. Marta Wrońska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91013" w:rsidP="00B91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1013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64767">
        <w:rPr>
          <w:rFonts w:ascii="Corbel" w:hAnsi="Corbel"/>
          <w:b w:val="0"/>
          <w:smallCaps w:val="0"/>
          <w:strike/>
          <w:szCs w:val="24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oceną, </w:t>
      </w:r>
      <w:r w:rsidRPr="00064767">
        <w:rPr>
          <w:rFonts w:ascii="Corbel" w:hAnsi="Corbel"/>
          <w:b w:val="0"/>
          <w:smallCaps w:val="0"/>
          <w:strike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635D4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91013" w:rsidRDefault="00B9101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64767" w:rsidP="000647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wykorzystania zasobów internetowych. </w:t>
            </w:r>
            <w:r>
              <w:rPr>
                <w:b w:val="0"/>
                <w:smallCaps w:val="0"/>
              </w:rPr>
              <w:t xml:space="preserve">Elementarne </w:t>
            </w:r>
            <w:r w:rsidRPr="00243CCB">
              <w:rPr>
                <w:b w:val="0"/>
                <w:smallCaps w:val="0"/>
              </w:rPr>
              <w:t xml:space="preserve">umiejętności </w:t>
            </w:r>
            <w:r>
              <w:rPr>
                <w:b w:val="0"/>
                <w:smallCaps w:val="0"/>
              </w:rPr>
              <w:t>pracy w aplikacjach typu CMS</w:t>
            </w:r>
            <w:r w:rsidRPr="00243CCB">
              <w:rPr>
                <w:b w:val="0"/>
                <w:smallCaps w:val="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64767" w:rsidRDefault="0006476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 xml:space="preserve">C1 </w:t>
            </w:r>
          </w:p>
        </w:tc>
        <w:tc>
          <w:tcPr>
            <w:tcW w:w="8819" w:type="dxa"/>
            <w:vAlign w:val="center"/>
          </w:tcPr>
          <w:p w:rsidR="00064767" w:rsidRPr="007849A4" w:rsidRDefault="003226B2" w:rsidP="00064767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6"/>
              </w:rPr>
            </w:pPr>
            <w:r>
              <w:rPr>
                <w:b w:val="0"/>
                <w:i/>
                <w:sz w:val="26"/>
              </w:rPr>
              <w:t>W</w:t>
            </w:r>
            <w:r w:rsidR="00064767" w:rsidRPr="007849A4">
              <w:rPr>
                <w:b w:val="0"/>
                <w:i/>
                <w:sz w:val="26"/>
              </w:rPr>
              <w:t>yposażenie studentów</w:t>
            </w:r>
            <w:r w:rsidR="00064767">
              <w:rPr>
                <w:b w:val="0"/>
                <w:i/>
                <w:sz w:val="26"/>
              </w:rPr>
              <w:t xml:space="preserve"> w umiejętności i kompetencje z </w:t>
            </w:r>
            <w:r w:rsidR="006648B8">
              <w:rPr>
                <w:b w:val="0"/>
                <w:i/>
                <w:sz w:val="26"/>
              </w:rPr>
              <w:t>zakresu edukacji</w:t>
            </w:r>
            <w:r w:rsidR="00064767" w:rsidRPr="007849A4">
              <w:rPr>
                <w:b w:val="0"/>
                <w:i/>
                <w:sz w:val="26"/>
              </w:rPr>
              <w:t xml:space="preserve"> na odległość.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>C2</w:t>
            </w:r>
          </w:p>
        </w:tc>
        <w:tc>
          <w:tcPr>
            <w:tcW w:w="8819" w:type="dxa"/>
            <w:vAlign w:val="center"/>
          </w:tcPr>
          <w:p w:rsidR="00064767" w:rsidRPr="007849A4" w:rsidRDefault="00064767" w:rsidP="00064767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</w:rPr>
            </w:pPr>
            <w:r w:rsidRPr="007849A4">
              <w:rPr>
                <w:b w:val="0"/>
                <w:i/>
                <w:sz w:val="26"/>
              </w:rPr>
              <w:t>Wykorzystanie nowoczesnych technologii informacyjnych w celu elektronizacji materiałów dydaktycznych.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>C3</w:t>
            </w:r>
          </w:p>
        </w:tc>
        <w:tc>
          <w:tcPr>
            <w:tcW w:w="8819" w:type="dxa"/>
            <w:vAlign w:val="center"/>
          </w:tcPr>
          <w:p w:rsidR="00064767" w:rsidRPr="007849A4" w:rsidRDefault="00064767" w:rsidP="006648B8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6"/>
              </w:rPr>
            </w:pPr>
            <w:r w:rsidRPr="007849A4">
              <w:rPr>
                <w:b w:val="0"/>
                <w:i/>
                <w:sz w:val="26"/>
              </w:rPr>
              <w:t xml:space="preserve">Zaprojektowanie i wykonanie kursu na </w:t>
            </w:r>
            <w:r>
              <w:rPr>
                <w:b w:val="0"/>
                <w:i/>
                <w:sz w:val="26"/>
              </w:rPr>
              <w:t xml:space="preserve">platformie </w:t>
            </w:r>
            <w:proofErr w:type="spellStart"/>
            <w:r>
              <w:rPr>
                <w:b w:val="0"/>
                <w:i/>
                <w:sz w:val="26"/>
              </w:rPr>
              <w:t>Moodle</w:t>
            </w:r>
            <w:proofErr w:type="spellEnd"/>
            <w:r w:rsidRPr="007849A4">
              <w:rPr>
                <w:b w:val="0"/>
                <w:i/>
                <w:sz w:val="26"/>
              </w:rPr>
              <w:t xml:space="preserve"> </w:t>
            </w:r>
            <w:r>
              <w:rPr>
                <w:b w:val="0"/>
                <w:i/>
                <w:sz w:val="26"/>
              </w:rPr>
              <w:t xml:space="preserve">usytuowanej na serwerze </w:t>
            </w:r>
            <w:r w:rsidRPr="007849A4">
              <w:rPr>
                <w:b w:val="0"/>
                <w:i/>
                <w:sz w:val="26"/>
              </w:rPr>
              <w:t>Katedry Pedagogiki Medialnej, przeprowadzenie procesu dydaktycznego.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Default="00064767" w:rsidP="00064767">
            <w:r w:rsidRPr="008B3FB1">
              <w:t>C4</w:t>
            </w:r>
          </w:p>
        </w:tc>
        <w:tc>
          <w:tcPr>
            <w:tcW w:w="8819" w:type="dxa"/>
            <w:vAlign w:val="center"/>
          </w:tcPr>
          <w:p w:rsidR="00064767" w:rsidRPr="007849A4" w:rsidRDefault="00205DF2" w:rsidP="00064767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6"/>
              </w:rPr>
            </w:pPr>
            <w:r>
              <w:rPr>
                <w:b w:val="0"/>
                <w:i/>
                <w:sz w:val="26"/>
              </w:rPr>
              <w:t xml:space="preserve">Doskonalenie umiejętności </w:t>
            </w:r>
            <w:r w:rsidR="00064767" w:rsidRPr="007849A4">
              <w:rPr>
                <w:b w:val="0"/>
                <w:i/>
                <w:sz w:val="26"/>
              </w:rPr>
              <w:t>w zakresie określenia roli i kompetencji nauczycieli w</w:t>
            </w:r>
            <w:r w:rsidR="00064767">
              <w:rPr>
                <w:b w:val="0"/>
                <w:i/>
                <w:sz w:val="26"/>
              </w:rPr>
              <w:t> </w:t>
            </w:r>
            <w:r w:rsidR="00064767" w:rsidRPr="007849A4">
              <w:rPr>
                <w:b w:val="0"/>
                <w:i/>
                <w:sz w:val="26"/>
              </w:rPr>
              <w:t>edukacji zdalnej.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746660" w:rsidRPr="009C54AE" w:rsidRDefault="00746660" w:rsidP="00746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717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powiązania edukacji na odległość z efektywnością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 nauczania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5412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postępy edukacyjne, efektywność wykorzystując funkcjonalność platformy edukacyjnej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C2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role uczestników występujących w procesie edukacji na odległość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57B73" w:rsidRPr="009C54AE" w:rsidTr="005E6E85">
        <w:tc>
          <w:tcPr>
            <w:tcW w:w="1701" w:type="dxa"/>
          </w:tcPr>
          <w:p w:rsidR="00B57B73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57B73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Zaproponuje, zaplanuje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sposoby motywacji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zajęć realizowanych z wykorzystaniem edukacji na odległość</w:t>
            </w:r>
          </w:p>
        </w:tc>
        <w:tc>
          <w:tcPr>
            <w:tcW w:w="1873" w:type="dxa"/>
          </w:tcPr>
          <w:p w:rsidR="00B57B73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wykona kurs z zastosowaniem platformy e-learningowej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Przeprowadzi ewaluację zajęć i dokona zmian w kursie e-learningowym na podstawie otrzymanych danych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81B90" w:rsidRPr="009C54AE" w:rsidRDefault="00631C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CD7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</w:t>
            </w:r>
            <w:proofErr w:type="spellStart"/>
            <w:r w:rsidRPr="00631CD7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631CD7">
              <w:rPr>
                <w:rFonts w:ascii="Corbel" w:hAnsi="Corbel"/>
                <w:b w:val="0"/>
                <w:smallCaps w:val="0"/>
                <w:szCs w:val="24"/>
              </w:rPr>
              <w:t xml:space="preserve"> profesjonalnych, etycznych, w związku z prowadzeniem działalności pedagogicznej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B90" w:rsidRPr="009C54AE" w:rsidRDefault="004F50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Przewidzi potrzebę poszerzania wiedzy pedagogicznej w kontekście edukacji na odległość wykorzystaniem nowoczesnych technologii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F501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5905CA" w:rsidRDefault="004F501A" w:rsidP="004F501A">
            <w:pPr>
              <w:pStyle w:val="Akapitzlist"/>
              <w:ind w:left="0"/>
            </w:pPr>
            <w:r w:rsidRPr="00402ECB">
              <w:t>Określenie zasadn</w:t>
            </w:r>
            <w:r>
              <w:t>iczych różnic pomiędzy nauczaniem</w:t>
            </w:r>
            <w:r w:rsidRPr="00402ECB">
              <w:t xml:space="preserve"> na odległość a nauczaniem metodą tradycyjną</w:t>
            </w:r>
            <w:r>
              <w:t>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402ECB" w:rsidRDefault="004F501A" w:rsidP="004F501A">
            <w:pPr>
              <w:pStyle w:val="Akapitzlist"/>
              <w:ind w:left="0"/>
            </w:pPr>
            <w:r w:rsidRPr="00402ECB">
              <w:t xml:space="preserve">Określenie </w:t>
            </w:r>
            <w:r>
              <w:t>różnic pomiędzy nauczaniem</w:t>
            </w:r>
            <w:r w:rsidRPr="00402ECB">
              <w:t xml:space="preserve"> na odległość a</w:t>
            </w:r>
            <w:r>
              <w:t xml:space="preserve"> e-learningiem.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402ECB" w:rsidRDefault="004F501A" w:rsidP="004F501A">
            <w:pPr>
              <w:pStyle w:val="Akapitzlist"/>
              <w:ind w:left="0"/>
            </w:pPr>
            <w:r>
              <w:t>Organizacja zajęć zdalnych.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5905CA" w:rsidRDefault="004F501A" w:rsidP="004F501A">
            <w:pPr>
              <w:pStyle w:val="Akapitzlist"/>
              <w:ind w:left="0"/>
            </w:pPr>
            <w:r>
              <w:t xml:space="preserve">Zasady tworzenia kursów. Jakość w edukacji zdalnej.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Nowoczesne technologie w kształceniu na odległość – platformy zamknięte, otwarte, narzędzia zewnętrzne do elektronizacji materiałów.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Kursy zgodne ze standard kształcenia na odległość (SCORM)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 xml:space="preserve">Zasady projektowania i jakość kursów e-learning. Model ADDIE,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 xml:space="preserve">Motywacja w kształceniu zdalnym, model </w:t>
            </w:r>
            <w:proofErr w:type="spellStart"/>
            <w:r>
              <w:t>Gilly</w:t>
            </w:r>
            <w:proofErr w:type="spellEnd"/>
            <w:r>
              <w:t xml:space="preserve"> </w:t>
            </w:r>
            <w:proofErr w:type="spellStart"/>
            <w:r>
              <w:t>Salmon</w:t>
            </w:r>
            <w:proofErr w:type="spellEnd"/>
            <w:r>
              <w:t>, 3J,. Model agregowany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Konstruowanie kursów w</w:t>
            </w:r>
            <w:r w:rsidR="001056D1">
              <w:t xml:space="preserve"> oparciu o platformę </w:t>
            </w:r>
            <w:proofErr w:type="spellStart"/>
            <w:r w:rsidR="001056D1">
              <w:t>Moodle</w:t>
            </w:r>
            <w:proofErr w:type="spellEnd"/>
            <w:r>
              <w:t xml:space="preserve">.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 xml:space="preserve">Wykorzystanie dodatkowych </w:t>
            </w:r>
            <w:proofErr w:type="spellStart"/>
            <w:r>
              <w:t>pluginów</w:t>
            </w:r>
            <w:proofErr w:type="spellEnd"/>
            <w:r>
              <w:t xml:space="preserve"> (</w:t>
            </w:r>
            <w:proofErr w:type="spellStart"/>
            <w:r w:rsidRPr="001A7C19">
              <w:t>questionnaire</w:t>
            </w:r>
            <w:proofErr w:type="spellEnd"/>
            <w:r w:rsidRPr="001A7C19">
              <w:t xml:space="preserve">) oraz programów Hot </w:t>
            </w:r>
            <w:proofErr w:type="spellStart"/>
            <w:r w:rsidRPr="001A7C19">
              <w:t>Potatoes</w:t>
            </w:r>
            <w:proofErr w:type="spellEnd"/>
            <w:r>
              <w:t xml:space="preserve"> 6.0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Rodzaje i rola komunikacji w kształceniu na odległość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Rola prowadzącego kursu edukacji zdalnej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Ewaluacja w kształceniu na odległość.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501A" w:rsidRPr="004F501A" w:rsidRDefault="004F501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  <w:r w:rsidRPr="004F501A">
        <w:rPr>
          <w:rFonts w:ascii="Corbel" w:hAnsi="Corbel"/>
          <w:b w:val="0"/>
          <w:smallCaps w:val="0"/>
          <w:color w:val="000000"/>
          <w:szCs w:val="24"/>
        </w:rPr>
        <w:t>Ćwiczenia:  projekt wdrożeniowy, praktyczny, praca w grupach, metody kształcenia na odległość</w:t>
      </w:r>
    </w:p>
    <w:p w:rsidR="0085747A" w:rsidRPr="004F501A" w:rsidRDefault="0085747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C627F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AC627F" w:rsidRDefault="00AC627F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AC627F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 </w:t>
            </w:r>
          </w:p>
        </w:tc>
        <w:tc>
          <w:tcPr>
            <w:tcW w:w="2126" w:type="dxa"/>
          </w:tcPr>
          <w:p w:rsidR="0085747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627F" w:rsidRPr="00AC627F" w:rsidTr="00C05F44">
        <w:tc>
          <w:tcPr>
            <w:tcW w:w="1985" w:type="dxa"/>
          </w:tcPr>
          <w:p w:rsidR="00AC627F" w:rsidRPr="009C54AE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C627F" w:rsidRDefault="007C4888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C627F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:rsidTr="00C05F44">
        <w:tc>
          <w:tcPr>
            <w:tcW w:w="1985" w:type="dxa"/>
          </w:tcPr>
          <w:p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:rsidTr="00C05F44">
        <w:tc>
          <w:tcPr>
            <w:tcW w:w="1985" w:type="dxa"/>
          </w:tcPr>
          <w:p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15F5B" w:rsidRPr="00AC627F" w:rsidTr="00C05F44">
        <w:tc>
          <w:tcPr>
            <w:tcW w:w="1985" w:type="dxa"/>
          </w:tcPr>
          <w:p w:rsidR="00515F5B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515F5B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:rsidR="00515F5B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465345" w:rsidRPr="00AC627F" w:rsidTr="00C05F44">
        <w:tc>
          <w:tcPr>
            <w:tcW w:w="1985" w:type="dxa"/>
          </w:tcPr>
          <w:p w:rsidR="00465345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C3F53" w:rsidRDefault="00B91013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:rsidR="00465345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3F53" w:rsidRPr="00AC627F" w:rsidTr="00C05F44">
        <w:tc>
          <w:tcPr>
            <w:tcW w:w="1985" w:type="dxa"/>
          </w:tcPr>
          <w:p w:rsidR="001C3F53" w:rsidRDefault="001C3F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1C3F53" w:rsidRDefault="007C4888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1C3F53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F501A" w:rsidRDefault="004F501A" w:rsidP="004F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501A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e-learning, wykonanie projektu kursu przeznaczonego dla edukacji na odległość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310F1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310F1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:rsidR="00C61DC5" w:rsidRPr="009C54AE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D333C1" w:rsidRDefault="00D333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333C1" w:rsidRDefault="00D333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31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B91013" w:rsidRDefault="00B910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:rsidR="00B91013" w:rsidRPr="009C54AE" w:rsidRDefault="00B910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730AA9" w:rsidRPr="009C54AE" w:rsidTr="00923D7D">
        <w:tc>
          <w:tcPr>
            <w:tcW w:w="4962" w:type="dxa"/>
          </w:tcPr>
          <w:p w:rsidR="00730AA9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730AA9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31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924AC" w:rsidRDefault="006633AA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Brzózka P.,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dla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nauczycieli i trenerów.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Zaplanuj, stwórz i rozwijaj platformę e-</w:t>
            </w:r>
            <w:proofErr w:type="spellStart"/>
            <w:r w:rsidR="003924AC">
              <w:rPr>
                <w:rFonts w:ascii="Corbel" w:hAnsi="Corbel"/>
                <w:b w:val="0"/>
                <w:smallCaps w:val="0"/>
                <w:szCs w:val="24"/>
              </w:rPr>
              <w:t>learnigową</w:t>
            </w:r>
            <w:proofErr w:type="spellEnd"/>
            <w:r w:rsidR="003924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>wyd. 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Helion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2016 </w:t>
            </w:r>
          </w:p>
          <w:p w:rsidR="006633AA" w:rsidRDefault="006633AA" w:rsidP="009F2AB6">
            <w:pPr>
              <w:pStyle w:val="wysuniecie"/>
              <w:ind w:left="339" w:hanging="339"/>
              <w:rPr>
                <w:sz w:val="22"/>
              </w:rPr>
            </w:pPr>
            <w:proofErr w:type="spellStart"/>
            <w:r w:rsidRPr="00645DBE">
              <w:rPr>
                <w:sz w:val="22"/>
              </w:rPr>
              <w:t>Penkowska</w:t>
            </w:r>
            <w:proofErr w:type="spellEnd"/>
            <w:r w:rsidRPr="00645DBE">
              <w:rPr>
                <w:sz w:val="22"/>
              </w:rPr>
              <w:t xml:space="preserve"> G., Meandry e-learningu. Wyd. </w:t>
            </w:r>
            <w:proofErr w:type="spellStart"/>
            <w:r w:rsidRPr="00645DBE">
              <w:rPr>
                <w:sz w:val="22"/>
              </w:rPr>
              <w:t>Difin</w:t>
            </w:r>
            <w:proofErr w:type="spellEnd"/>
            <w:r w:rsidRPr="00645DBE">
              <w:rPr>
                <w:sz w:val="22"/>
              </w:rPr>
              <w:t xml:space="preserve"> SA, Warszawa 2010.</w:t>
            </w:r>
          </w:p>
          <w:p w:rsidR="006633AA" w:rsidRPr="003924AC" w:rsidRDefault="006633AA" w:rsidP="009F2AB6">
            <w:pPr>
              <w:pStyle w:val="wysuniecie"/>
              <w:ind w:left="339" w:hanging="339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sz w:val="22"/>
              </w:rPr>
              <w:t>Zieliński Z., E-learning w edukacji. Jak stworzyć multimedialną iw pełni interaktywną treść dydaktyczną, Helion Gliwice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24AC" w:rsidRPr="003924AC" w:rsidRDefault="003924AC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3924AC">
              <w:rPr>
                <w:rFonts w:ascii="Corbel" w:hAnsi="Corbel"/>
                <w:b w:val="0"/>
                <w:smallCaps w:val="0"/>
                <w:szCs w:val="24"/>
              </w:rPr>
              <w:t>Hyla M., Przewodnik po e-learningu, szkolenia, ABC a Wolters Kluwer business wyd. III, Kraków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D8" w:rsidRDefault="00402ED8" w:rsidP="00C16ABF">
      <w:pPr>
        <w:spacing w:after="0" w:line="240" w:lineRule="auto"/>
      </w:pPr>
      <w:r>
        <w:separator/>
      </w:r>
    </w:p>
  </w:endnote>
  <w:endnote w:type="continuationSeparator" w:id="0">
    <w:p w:rsidR="00402ED8" w:rsidRDefault="00402E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D8" w:rsidRDefault="00402ED8" w:rsidP="00C16ABF">
      <w:pPr>
        <w:spacing w:after="0" w:line="240" w:lineRule="auto"/>
      </w:pPr>
      <w:r>
        <w:separator/>
      </w:r>
    </w:p>
  </w:footnote>
  <w:footnote w:type="continuationSeparator" w:id="0">
    <w:p w:rsidR="00402ED8" w:rsidRDefault="00402E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2CF"/>
    <w:rsid w:val="00015B8F"/>
    <w:rsid w:val="00022ECE"/>
    <w:rsid w:val="00034C90"/>
    <w:rsid w:val="00042A51"/>
    <w:rsid w:val="00042D2E"/>
    <w:rsid w:val="0004351A"/>
    <w:rsid w:val="00044C82"/>
    <w:rsid w:val="00064767"/>
    <w:rsid w:val="00070ED6"/>
    <w:rsid w:val="000742DC"/>
    <w:rsid w:val="0008032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056D1"/>
    <w:rsid w:val="00124BFF"/>
    <w:rsid w:val="0012560E"/>
    <w:rsid w:val="00127108"/>
    <w:rsid w:val="00134B13"/>
    <w:rsid w:val="0014681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F53"/>
    <w:rsid w:val="001D657B"/>
    <w:rsid w:val="001D7B54"/>
    <w:rsid w:val="001E0209"/>
    <w:rsid w:val="001F2CA2"/>
    <w:rsid w:val="00205DF2"/>
    <w:rsid w:val="002144C0"/>
    <w:rsid w:val="0022477D"/>
    <w:rsid w:val="002278A9"/>
    <w:rsid w:val="002336F9"/>
    <w:rsid w:val="0024028F"/>
    <w:rsid w:val="00244ABC"/>
    <w:rsid w:val="002538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6B2"/>
    <w:rsid w:val="003310F1"/>
    <w:rsid w:val="003343CF"/>
    <w:rsid w:val="00346FE9"/>
    <w:rsid w:val="0034759A"/>
    <w:rsid w:val="003503F6"/>
    <w:rsid w:val="003530DD"/>
    <w:rsid w:val="00363F78"/>
    <w:rsid w:val="003924AC"/>
    <w:rsid w:val="003A0A5B"/>
    <w:rsid w:val="003A1176"/>
    <w:rsid w:val="003A7E51"/>
    <w:rsid w:val="003C0BAE"/>
    <w:rsid w:val="003D18A9"/>
    <w:rsid w:val="003D6CE2"/>
    <w:rsid w:val="003E1941"/>
    <w:rsid w:val="003E2FE6"/>
    <w:rsid w:val="003E49D5"/>
    <w:rsid w:val="003F38C0"/>
    <w:rsid w:val="00402ED8"/>
    <w:rsid w:val="00414E3C"/>
    <w:rsid w:val="0042100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345"/>
    <w:rsid w:val="0046583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01A"/>
    <w:rsid w:val="004F55A3"/>
    <w:rsid w:val="0050496F"/>
    <w:rsid w:val="00513B6F"/>
    <w:rsid w:val="00515F5B"/>
    <w:rsid w:val="00517C63"/>
    <w:rsid w:val="00526C94"/>
    <w:rsid w:val="005363C4"/>
    <w:rsid w:val="00536BDE"/>
    <w:rsid w:val="0054126A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A24"/>
    <w:rsid w:val="00631CD7"/>
    <w:rsid w:val="00635D4E"/>
    <w:rsid w:val="00636EEF"/>
    <w:rsid w:val="00647FA8"/>
    <w:rsid w:val="00650C5F"/>
    <w:rsid w:val="00654934"/>
    <w:rsid w:val="006620D9"/>
    <w:rsid w:val="006633AA"/>
    <w:rsid w:val="006648B8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A9"/>
    <w:rsid w:val="007327BD"/>
    <w:rsid w:val="00734608"/>
    <w:rsid w:val="00745302"/>
    <w:rsid w:val="007461D6"/>
    <w:rsid w:val="0074666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88"/>
    <w:rsid w:val="007D08F9"/>
    <w:rsid w:val="007D6E56"/>
    <w:rsid w:val="007F1652"/>
    <w:rsid w:val="007F4155"/>
    <w:rsid w:val="007F665C"/>
    <w:rsid w:val="008105FD"/>
    <w:rsid w:val="0081554D"/>
    <w:rsid w:val="0081707E"/>
    <w:rsid w:val="008449B3"/>
    <w:rsid w:val="0085747A"/>
    <w:rsid w:val="00884922"/>
    <w:rsid w:val="00885F64"/>
    <w:rsid w:val="008917F9"/>
    <w:rsid w:val="008A45F7"/>
    <w:rsid w:val="008A6D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2AB6"/>
    <w:rsid w:val="009F3C5C"/>
    <w:rsid w:val="009F4610"/>
    <w:rsid w:val="00A00ECC"/>
    <w:rsid w:val="00A14F3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7E"/>
    <w:rsid w:val="00A83C09"/>
    <w:rsid w:val="00A84C85"/>
    <w:rsid w:val="00A94823"/>
    <w:rsid w:val="00A97DE1"/>
    <w:rsid w:val="00AB053C"/>
    <w:rsid w:val="00AC627F"/>
    <w:rsid w:val="00AD1146"/>
    <w:rsid w:val="00AD27D3"/>
    <w:rsid w:val="00AD66D6"/>
    <w:rsid w:val="00AE1160"/>
    <w:rsid w:val="00AE203C"/>
    <w:rsid w:val="00AE2E74"/>
    <w:rsid w:val="00AE5FCB"/>
    <w:rsid w:val="00AE73E0"/>
    <w:rsid w:val="00AF2C1E"/>
    <w:rsid w:val="00B06142"/>
    <w:rsid w:val="00B135B1"/>
    <w:rsid w:val="00B3130B"/>
    <w:rsid w:val="00B40ADB"/>
    <w:rsid w:val="00B43B77"/>
    <w:rsid w:val="00B43E80"/>
    <w:rsid w:val="00B57B73"/>
    <w:rsid w:val="00B607DB"/>
    <w:rsid w:val="00B66529"/>
    <w:rsid w:val="00B75946"/>
    <w:rsid w:val="00B8056E"/>
    <w:rsid w:val="00B819C8"/>
    <w:rsid w:val="00B82308"/>
    <w:rsid w:val="00B90885"/>
    <w:rsid w:val="00B91013"/>
    <w:rsid w:val="00BB520A"/>
    <w:rsid w:val="00BD3869"/>
    <w:rsid w:val="00BD66E9"/>
    <w:rsid w:val="00BD6FF4"/>
    <w:rsid w:val="00BF1B0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4B98"/>
    <w:rsid w:val="00CA13C2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33C1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B9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9F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DB1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6433-DE28-4973-858A-245AA3D0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2020-01-14T11:16:00Z</cp:lastPrinted>
  <dcterms:created xsi:type="dcterms:W3CDTF">2019-11-05T10:22:00Z</dcterms:created>
  <dcterms:modified xsi:type="dcterms:W3CDTF">2021-09-24T09:38:00Z</dcterms:modified>
</cp:coreProperties>
</file>